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AA634A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Herndon Cons Elementary Middle School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098206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AA634A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AA634A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10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AA634A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19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AA634A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10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AA634A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52.6%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AA634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70.0%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AA634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30.0%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AA634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AA634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AA634A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90.0%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AA634A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AA634A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10.0%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AA634A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AA634A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0.0%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AA634A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100.0%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AA634A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AA634A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AA634A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AA634A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AA634A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AA634A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AA634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AA634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90.0%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AA634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AA634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AA634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AA634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AA634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AA634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20.0%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AA634A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40.0%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AA634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20.0%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AA634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AA634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20.0%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AA634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AA634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  <w:tc>
          <w:tcPr>
            <w:tcW w:w="912" w:type="pct"/>
          </w:tcPr>
          <w:p w:rsidR="00ED0933" w:rsidRPr="007646BD" w:rsidRDefault="00AA634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AA634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30.0%</w:t>
            </w:r>
          </w:p>
        </w:tc>
        <w:tc>
          <w:tcPr>
            <w:tcW w:w="912" w:type="pct"/>
          </w:tcPr>
          <w:p w:rsidR="00ED0933" w:rsidRPr="007646BD" w:rsidRDefault="00AA634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30.0%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AA634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20.0%</w:t>
            </w:r>
          </w:p>
        </w:tc>
        <w:tc>
          <w:tcPr>
            <w:tcW w:w="912" w:type="pct"/>
          </w:tcPr>
          <w:p w:rsidR="00ED0933" w:rsidRPr="007646BD" w:rsidRDefault="00AA634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20.0%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AA634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  <w:tc>
          <w:tcPr>
            <w:tcW w:w="912" w:type="pct"/>
          </w:tcPr>
          <w:p w:rsidR="00ED0933" w:rsidRPr="007646BD" w:rsidRDefault="00AA634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AA634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20.0%</w:t>
            </w:r>
          </w:p>
        </w:tc>
        <w:tc>
          <w:tcPr>
            <w:tcW w:w="912" w:type="pct"/>
          </w:tcPr>
          <w:p w:rsidR="00ED0933" w:rsidRPr="007646BD" w:rsidRDefault="00AA634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AA634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  <w:tc>
          <w:tcPr>
            <w:tcW w:w="912" w:type="pct"/>
          </w:tcPr>
          <w:p w:rsidR="00ED0933" w:rsidRPr="007646BD" w:rsidRDefault="00AA634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AA634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AA634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AA634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AA634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AA634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AA634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AA634A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70.0%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AA634A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20.0%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AA634A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AA634A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AA634A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AA634A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AA634A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AA634A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AA634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100.0%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AA634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0.0%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AA634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0.0%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AA634A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70.0%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AA634A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AA634A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AA634A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AA634A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0.0%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AA634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AA634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AA634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AA634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80.0%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AA634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AA634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AA634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10.0%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AA634A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440" w:type="dxa"/>
          </w:tcPr>
          <w:p w:rsidR="009B797D" w:rsidRPr="00797E2A" w:rsidRDefault="00AA634A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0.0%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AA634A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8B42CE" w:rsidRPr="00797E2A" w:rsidRDefault="00AA634A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20.0%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AA634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440" w:type="dxa"/>
          </w:tcPr>
          <w:p w:rsidR="008B42CE" w:rsidRPr="00797E2A" w:rsidRDefault="00AA634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50.0%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AA634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440" w:type="dxa"/>
          </w:tcPr>
          <w:p w:rsidR="00ED0933" w:rsidRPr="00797E2A" w:rsidRDefault="00AA634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20.0%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AA634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AA634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AA634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889" w:type="pct"/>
          </w:tcPr>
          <w:p w:rsidR="004206F3" w:rsidRPr="000B28B6" w:rsidRDefault="00AA634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011" w:type="pct"/>
          </w:tcPr>
          <w:p w:rsidR="004206F3" w:rsidRPr="000B28B6" w:rsidRDefault="00AA634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AA634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60.0%</w:t>
            </w:r>
          </w:p>
        </w:tc>
        <w:tc>
          <w:tcPr>
            <w:tcW w:w="889" w:type="pct"/>
          </w:tcPr>
          <w:p w:rsidR="004206F3" w:rsidRPr="000B28B6" w:rsidRDefault="00AA634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40.0%</w:t>
            </w:r>
          </w:p>
        </w:tc>
        <w:tc>
          <w:tcPr>
            <w:tcW w:w="1011" w:type="pct"/>
          </w:tcPr>
          <w:p w:rsidR="004206F3" w:rsidRPr="000B28B6" w:rsidRDefault="00AA634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70.0%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30.0%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AA634A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2250" w:type="dxa"/>
            <w:noWrap/>
          </w:tcPr>
          <w:p w:rsidR="004206F3" w:rsidRPr="00797E2A" w:rsidRDefault="00AA634A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60.0%</w:t>
            </w:r>
          </w:p>
        </w:tc>
        <w:tc>
          <w:tcPr>
            <w:tcW w:w="2250" w:type="dxa"/>
            <w:noWrap/>
          </w:tcPr>
          <w:p w:rsidR="004206F3" w:rsidRPr="00797E2A" w:rsidRDefault="00AA634A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60.0%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AA634A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2250" w:type="dxa"/>
            <w:noWrap/>
          </w:tcPr>
          <w:p w:rsidR="004206F3" w:rsidRPr="00797E2A" w:rsidRDefault="00AA634A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2250" w:type="dxa"/>
            <w:noWrap/>
          </w:tcPr>
          <w:p w:rsidR="004206F3" w:rsidRPr="00797E2A" w:rsidRDefault="00AA634A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20.0%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AA634A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2250" w:type="dxa"/>
            <w:noWrap/>
          </w:tcPr>
          <w:p w:rsidR="004206F3" w:rsidRPr="00797E2A" w:rsidRDefault="00AA634A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2250" w:type="dxa"/>
            <w:noWrap/>
          </w:tcPr>
          <w:p w:rsidR="004206F3" w:rsidRPr="00797E2A" w:rsidRDefault="00AA634A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10.0%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AA634A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2250" w:type="dxa"/>
            <w:noWrap/>
          </w:tcPr>
          <w:p w:rsidR="004206F3" w:rsidRPr="00797E2A" w:rsidRDefault="00AA634A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AA634A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AA634A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AA634A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AA634A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AA634A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AA634A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2250" w:type="dxa"/>
            <w:noWrap/>
          </w:tcPr>
          <w:p w:rsidR="004206F3" w:rsidRPr="00797E2A" w:rsidRDefault="00AA634A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10.0%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40.0%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370" w:type="pct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10.0%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370" w:type="pct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20.0%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370" w:type="pct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10.0%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10.0%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370" w:type="pct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10.0%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90.0%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AA634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AA634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30.0%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AA634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40.0%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AA634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10.0%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AA634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10.0%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AA634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AA634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10.0%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AA634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10.0%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AA634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10.0%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AA634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AA634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10.0%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AA634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20.0%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AA634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40.0%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AA634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30.0%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AA634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10.0%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AA634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20.0%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AA634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AA634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10.0%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AA634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AA634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AA634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AA634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AA634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10.0%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AA634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10.0%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AA634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20.0%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AA634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AA634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AA634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99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17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435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26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99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60.0%</w:t>
            </w:r>
          </w:p>
        </w:tc>
        <w:tc>
          <w:tcPr>
            <w:tcW w:w="117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435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26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99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17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435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26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99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17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435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99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17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435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99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17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435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99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17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435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99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17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60.0%</w:t>
            </w:r>
          </w:p>
        </w:tc>
        <w:tc>
          <w:tcPr>
            <w:tcW w:w="1435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26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99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17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99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17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435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99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17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435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99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17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70.0%</w:t>
            </w:r>
          </w:p>
        </w:tc>
        <w:tc>
          <w:tcPr>
            <w:tcW w:w="1435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99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17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435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70.0%</w:t>
            </w:r>
          </w:p>
        </w:tc>
        <w:tc>
          <w:tcPr>
            <w:tcW w:w="99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17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26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60.0%</w:t>
            </w:r>
          </w:p>
        </w:tc>
        <w:tc>
          <w:tcPr>
            <w:tcW w:w="99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17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26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99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170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435" w:type="dxa"/>
            <w:noWrap/>
          </w:tcPr>
          <w:p w:rsidR="00364F87" w:rsidRPr="00797E2A" w:rsidRDefault="00AA634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0.0%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30.0%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50.0%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30.0%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80.0%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60.0%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90.0%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30.0%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50.0%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50.0%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40.0%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60.0%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50.0%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AA634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34A" w:rsidRDefault="00AA634A" w:rsidP="0035328A">
      <w:pPr>
        <w:spacing w:after="0" w:line="240" w:lineRule="auto"/>
      </w:pPr>
      <w:r>
        <w:separator/>
      </w:r>
    </w:p>
  </w:endnote>
  <w:endnote w:type="continuationSeparator" w:id="0">
    <w:p w:rsidR="00AA634A" w:rsidRDefault="00AA634A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AA634A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34A" w:rsidRDefault="00AA634A" w:rsidP="0035328A">
      <w:pPr>
        <w:spacing w:after="0" w:line="240" w:lineRule="auto"/>
      </w:pPr>
      <w:r>
        <w:separator/>
      </w:r>
    </w:p>
  </w:footnote>
  <w:footnote w:type="continuationSeparator" w:id="0">
    <w:p w:rsidR="00AA634A" w:rsidRDefault="00AA634A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34A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A634A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C94CC2A5-06B8-4C0E-B1AE-4D5592D2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37454-7E8E-47FC-B1D1-FD2C5455F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3</Pages>
  <Words>1021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2016-04-26T20:02:00Z</dcterms:created>
  <dcterms:modified xsi:type="dcterms:W3CDTF">2016-04-26T20:02:00Z</dcterms:modified>
</cp:coreProperties>
</file>